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8F7580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958A3" w:rsidRPr="002958A3">
        <w:rPr>
          <w:rFonts w:eastAsia="Times New Roman" w:cs="Times New Roman"/>
          <w:b/>
          <w:lang w:eastAsia="cs-CZ"/>
        </w:rPr>
        <w:t xml:space="preserve">„Nákup pojízdného lešení pro OŘ PHA </w:t>
      </w:r>
      <w:r w:rsidR="002958A3" w:rsidRPr="00444E87">
        <w:rPr>
          <w:rFonts w:eastAsia="Times New Roman" w:cs="Times New Roman"/>
          <w:b/>
          <w:lang w:eastAsia="cs-CZ"/>
        </w:rPr>
        <w:t>2024“</w:t>
      </w:r>
      <w:r w:rsidRPr="00444E87">
        <w:rPr>
          <w:rFonts w:eastAsia="Times New Roman" w:cs="Times New Roman"/>
          <w:lang w:eastAsia="cs-CZ"/>
        </w:rPr>
        <w:t xml:space="preserve">, č.j. </w:t>
      </w:r>
      <w:r w:rsidR="00444E87" w:rsidRPr="00444E87">
        <w:rPr>
          <w:rFonts w:eastAsia="Times New Roman" w:cs="Times New Roman"/>
          <w:lang w:eastAsia="cs-CZ"/>
        </w:rPr>
        <w:t>11810/</w:t>
      </w:r>
      <w:r w:rsidR="00444E87">
        <w:rPr>
          <w:rFonts w:eastAsia="Times New Roman" w:cs="Times New Roman"/>
          <w:lang w:eastAsia="cs-CZ"/>
        </w:rPr>
        <w:t>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C7C5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C7C5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F33D1E">
      <w:pPr>
        <w:spacing w:before="0"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2D6FA23" w14:textId="77777777" w:rsidR="00F33D1E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</w:p>
    <w:p w14:paraId="59466B74" w14:textId="586154B8" w:rsidR="008145D7" w:rsidRDefault="00D45C59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pokud by smlouva v důsledku takového označení byla uveřejněna způsobem odporujícím ZRS,</w:t>
      </w:r>
      <w:r w:rsidR="00AC7C5E">
        <w:rPr>
          <w:rFonts w:eastAsia="Calibri" w:cs="Times New Roman"/>
        </w:rPr>
        <w:t xml:space="preserve">   </w:t>
      </w:r>
      <w:bookmarkStart w:id="0" w:name="_GoBack"/>
      <w:bookmarkEnd w:id="0"/>
      <w:r>
        <w:rPr>
          <w:rFonts w:eastAsia="Calibri" w:cs="Times New Roman"/>
        </w:rPr>
        <w:t>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052DEB7" w14:textId="77777777" w:rsidR="00F33D1E" w:rsidRDefault="00F33D1E" w:rsidP="00882E6D">
      <w:pPr>
        <w:spacing w:line="240" w:lineRule="auto"/>
        <w:rPr>
          <w:rFonts w:eastAsia="Calibri" w:cs="Times New Roman"/>
        </w:rPr>
      </w:pP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360CA5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7C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7C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4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331"/>
      <w:gridCol w:w="194"/>
    </w:tblGrid>
    <w:tr w:rsidR="00F1715C" w14:paraId="59466B9B" w14:textId="77777777" w:rsidTr="007E773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407A74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7C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7C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19D7001E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  <w:r w:rsidR="007E7736">
            <w:t xml:space="preserve">                           </w:t>
          </w:r>
        </w:p>
      </w:tc>
      <w:tc>
        <w:tcPr>
          <w:tcW w:w="5331" w:type="dxa"/>
          <w:shd w:val="clear" w:color="auto" w:fill="auto"/>
          <w:tcMar>
            <w:left w:w="0" w:type="dxa"/>
            <w:right w:w="0" w:type="dxa"/>
          </w:tcMar>
        </w:tcPr>
        <w:p w14:paraId="76412028" w14:textId="77777777" w:rsidR="007E7736" w:rsidRDefault="007E7736" w:rsidP="007E7736">
          <w:pPr>
            <w:pStyle w:val="Zpat"/>
            <w:ind w:left="372" w:right="566"/>
            <w:contextualSpacing/>
          </w:pPr>
          <w:r>
            <w:t>Sídlo: Dlážděná 1003/7, 110 00 Praha 1         Oblastn</w:t>
          </w:r>
          <w:r>
            <w:rPr>
              <w:rFonts w:ascii="Verdana" w:hAnsi="Verdana" w:cs="Verdana"/>
            </w:rPr>
            <w:t>í</w:t>
          </w:r>
          <w:r>
            <w:t xml:space="preserve"> </w:t>
          </w:r>
          <w:r>
            <w:rPr>
              <w:rFonts w:ascii="Verdana" w:hAnsi="Verdana" w:cs="Verdana"/>
            </w:rPr>
            <w:t>ř</w:t>
          </w:r>
          <w:r>
            <w:t>editelstv</w:t>
          </w:r>
          <w:r>
            <w:rPr>
              <w:rFonts w:ascii="Verdana" w:hAnsi="Verdana" w:cs="Verdana"/>
            </w:rPr>
            <w:t>í</w:t>
          </w:r>
          <w:r>
            <w:t xml:space="preserve"> Praha    </w:t>
          </w:r>
        </w:p>
        <w:p w14:paraId="3B7B8D6D" w14:textId="77777777" w:rsidR="007E7736" w:rsidRDefault="007E7736" w:rsidP="007E7736">
          <w:pPr>
            <w:pStyle w:val="Zpat"/>
            <w:ind w:left="372" w:right="566"/>
            <w:contextualSpacing/>
          </w:pPr>
          <w:r>
            <w:t>IČO: 709 94 234 DIČ: CZ 709 94 234              Partyzánská 24</w:t>
          </w:r>
        </w:p>
        <w:p w14:paraId="59466B99" w14:textId="0DED61D9" w:rsidR="00F1715C" w:rsidRDefault="007E7736" w:rsidP="007E7736">
          <w:pPr>
            <w:pStyle w:val="Zpat"/>
            <w:ind w:left="372" w:right="-653"/>
            <w:contextualSpacing/>
          </w:pPr>
          <w:r>
            <w:t>www.spravazeleznic.cz                                   170 00 Praha 7</w:t>
          </w:r>
        </w:p>
      </w:tc>
      <w:tc>
        <w:tcPr>
          <w:tcW w:w="194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958A3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44E87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7736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C7C5E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3D1E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FAB058-0E9E-40CA-B02C-9B3D989C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6</cp:revision>
  <cp:lastPrinted>2024-03-21T12:00:00Z</cp:lastPrinted>
  <dcterms:created xsi:type="dcterms:W3CDTF">2024-03-21T09:32:00Z</dcterms:created>
  <dcterms:modified xsi:type="dcterms:W3CDTF">2024-03-21T12:01:00Z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